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044A3E16" w:rsidR="005A297E" w:rsidRPr="0088060B" w:rsidRDefault="005A297E" w:rsidP="00323954">
      <w:pPr>
        <w:spacing w:after="0"/>
        <w:ind w:left="142" w:right="142"/>
        <w:jc w:val="both"/>
        <w:rPr>
          <w:rFonts w:ascii="Verdana" w:hAnsi="Verdana" w:cstheme="minorHAnsi"/>
          <w:b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323954" w:rsidRPr="00323954">
        <w:rPr>
          <w:rFonts w:ascii="Verdana" w:hAnsi="Verdana" w:cstheme="minorHAnsi"/>
          <w:b/>
          <w:szCs w:val="18"/>
          <w:lang w:eastAsia="pl-PL"/>
        </w:rPr>
        <w:t>POST/DYS/OZ/GZ/00173/2026</w:t>
      </w:r>
      <w:r w:rsidR="00323954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323954" w:rsidRPr="00323954">
        <w:rPr>
          <w:rFonts w:ascii="Verdana" w:hAnsi="Verdana" w:cstheme="minorHAnsi"/>
          <w:b/>
          <w:bCs/>
          <w:szCs w:val="18"/>
          <w:lang w:eastAsia="pl-PL"/>
        </w:rPr>
        <w:t xml:space="preserve">Roboty budowlane elektroenergetyczne: </w:t>
      </w:r>
      <w:r w:rsidR="00323954">
        <w:rPr>
          <w:rFonts w:ascii="Verdana" w:hAnsi="Verdana" w:cstheme="minorHAnsi"/>
          <w:b/>
          <w:bCs/>
          <w:szCs w:val="18"/>
          <w:lang w:eastAsia="pl-PL"/>
        </w:rPr>
        <w:br/>
      </w:r>
      <w:r w:rsidR="00323954" w:rsidRPr="00323954">
        <w:rPr>
          <w:rFonts w:ascii="Verdana" w:hAnsi="Verdana" w:cstheme="minorHAnsi"/>
          <w:b/>
          <w:bCs/>
          <w:szCs w:val="18"/>
          <w:lang w:eastAsia="pl-PL"/>
        </w:rPr>
        <w:t>cz. 1: Modernizacja Rozdzielnic SN - uruchomienie sterowania radiowego (Tomaszów, Chełm, Jarosław), cz. 2: Modernizacja TR i mostu kablowego w st. 110/30/15kV Rejowiec</w:t>
      </w:r>
      <w:r w:rsidR="00323954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00A0580C" w14:textId="2CC40F43" w:rsidR="00642B2F" w:rsidRPr="003137C1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p w14:paraId="502342C8" w14:textId="0A54F10B" w:rsidR="000855FF" w:rsidRPr="003137C1" w:rsidRDefault="00642B2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819978C" w14:textId="5C5CE9D8" w:rsidR="00323954" w:rsidRPr="00323954" w:rsidRDefault="00347E8D" w:rsidP="0032395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8D7A73A" w:rsidR="00347E8D" w:rsidRPr="006B2C28" w:rsidRDefault="00323954" w:rsidP="0032395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239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POST/DYS/OZ/GZ/00173/2026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ACE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C29C5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5F42"/>
    <w:rsid w:val="002768AC"/>
    <w:rsid w:val="00282A52"/>
    <w:rsid w:val="002A3129"/>
    <w:rsid w:val="002A48F7"/>
    <w:rsid w:val="002B5C62"/>
    <w:rsid w:val="002C470F"/>
    <w:rsid w:val="002D0407"/>
    <w:rsid w:val="002D4CAD"/>
    <w:rsid w:val="002F10CA"/>
    <w:rsid w:val="002F2A20"/>
    <w:rsid w:val="002F4B1B"/>
    <w:rsid w:val="00303C67"/>
    <w:rsid w:val="00305110"/>
    <w:rsid w:val="00310CB3"/>
    <w:rsid w:val="003137C1"/>
    <w:rsid w:val="00323954"/>
    <w:rsid w:val="00347E8D"/>
    <w:rsid w:val="00362C4E"/>
    <w:rsid w:val="00366FFB"/>
    <w:rsid w:val="00371A75"/>
    <w:rsid w:val="0037574A"/>
    <w:rsid w:val="00375780"/>
    <w:rsid w:val="00380147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4DDE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2EBB"/>
    <w:rsid w:val="00574D7E"/>
    <w:rsid w:val="00582CE9"/>
    <w:rsid w:val="0058794A"/>
    <w:rsid w:val="005932BA"/>
    <w:rsid w:val="005A297E"/>
    <w:rsid w:val="005A354D"/>
    <w:rsid w:val="005B1FD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A9E"/>
    <w:rsid w:val="00713B03"/>
    <w:rsid w:val="00713FE2"/>
    <w:rsid w:val="00720ED1"/>
    <w:rsid w:val="007246D0"/>
    <w:rsid w:val="00726BF1"/>
    <w:rsid w:val="00727306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060B"/>
    <w:rsid w:val="00883BC7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0974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C31"/>
    <w:rsid w:val="00A02C84"/>
    <w:rsid w:val="00A03D77"/>
    <w:rsid w:val="00A148D6"/>
    <w:rsid w:val="00A15D8A"/>
    <w:rsid w:val="00A370AB"/>
    <w:rsid w:val="00A43299"/>
    <w:rsid w:val="00A44F9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74A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416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3BA6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604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32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33</cp:revision>
  <cp:lastPrinted>2024-07-15T11:21:00Z</cp:lastPrinted>
  <dcterms:created xsi:type="dcterms:W3CDTF">2025-06-03T08:48:00Z</dcterms:created>
  <dcterms:modified xsi:type="dcterms:W3CDTF">2026-01-22T11:16:00Z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